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20305E" w:rsidRDefault="00F862D6" w:rsidP="0077673A">
            <w:r w:rsidRPr="0020305E">
              <w:t>Naše zn.</w:t>
            </w:r>
          </w:p>
        </w:tc>
        <w:tc>
          <w:tcPr>
            <w:tcW w:w="2552" w:type="dxa"/>
          </w:tcPr>
          <w:p w:rsidR="00F862D6" w:rsidRPr="0020305E" w:rsidRDefault="0020305E" w:rsidP="0037111D">
            <w:r w:rsidRPr="0020305E">
              <w:rPr>
                <w:rFonts w:ascii="Helvetica" w:hAnsi="Helvetica"/>
              </w:rPr>
              <w:t>11331/2019</w:t>
            </w:r>
            <w:r w:rsidR="003E6B9A" w:rsidRPr="0020305E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0305E" w:rsidRDefault="00F862D6" w:rsidP="0077673A">
            <w:r w:rsidRPr="0020305E">
              <w:t>Listů/příloh</w:t>
            </w:r>
          </w:p>
        </w:tc>
        <w:tc>
          <w:tcPr>
            <w:tcW w:w="2552" w:type="dxa"/>
          </w:tcPr>
          <w:p w:rsidR="00F862D6" w:rsidRPr="0020305E" w:rsidRDefault="0020305E" w:rsidP="00CC1E2B">
            <w:r w:rsidRPr="0020305E">
              <w:t>7/1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Pr="0020305E" w:rsidRDefault="00F862D6" w:rsidP="0077673A"/>
        </w:tc>
        <w:tc>
          <w:tcPr>
            <w:tcW w:w="2552" w:type="dxa"/>
          </w:tcPr>
          <w:p w:rsidR="00F862D6" w:rsidRPr="0020305E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92AAC">
              <w:rPr>
                <w:noProof/>
              </w:rPr>
              <w:t>19. prosince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D04BA2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04BA2">
        <w:rPr>
          <w:rFonts w:eastAsia="Calibri" w:cs="Times New Roman"/>
          <w:lang w:eastAsia="cs-CZ"/>
        </w:rPr>
        <w:t xml:space="preserve">Vysvětlení/ změna/ doplnění zadávací dokumentace č. </w:t>
      </w:r>
      <w:r w:rsidR="00691AC9" w:rsidRPr="00D04BA2">
        <w:rPr>
          <w:rFonts w:eastAsia="Times New Roman" w:cs="Times New Roman"/>
          <w:lang w:eastAsia="cs-CZ"/>
        </w:rPr>
        <w:t>4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373D8" w:rsidRDefault="00F373D8" w:rsidP="002D34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74: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41-14-01 ŽST Dětmarovice, nástupiště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název a na listě je uveden SO_45-33-11.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U položek č. 6 – 22 chybí podrobné popisy položky, ve výkazu výměr nejsou výpočty ani odkazy na výpočty nebo stanovení výměry (např. příloha TZ, odměření z uvedené přílohy PD) a technické specifikace.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75: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45-14-01 ŽST Petrovice u K., nástupiště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název a na listě je uveden SO_45-33-11.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6 – 19 chybí podrobné popisy položky, ve výkazu výměr nejsou výpočty ani odkazy na výpočty nebo stanovení výměry (např. příloha TZ, odměření z uvedené přílohy PD) a technické specifikace.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76: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41-33-21 Přejezd P6513, km 285,0345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název a na listě je uveden SO_45-33-11.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6 – 15 chybí podrobné popisy položky, ve výkazu výměr nejsou výpočty ani odkazy na výpočty nebo stanovení výměry (např. příloha TZ, odměření z uvedené přílohy PD) a technické specifikace. 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77: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>SO 46-33-21 Přejezd P6517, km 291,7853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název a na listě je uveden SO_45-33-11.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6 – 15 chybí podrobné popisy položky, ve výkazu výměr nejsou výpočty ani odkazy na výpočty nebo stanovení výměry (např. příloha TZ, odměření z uvedené přílohy PD) a technické specifikace. 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lastRenderedPageBreak/>
        <w:t xml:space="preserve">Dotaz č. 78: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>SO 47-33-21 Přejezd P8291, km 0,687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název a na listě je uveden SO_45-33-11.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6 – 13 chybí podrobné popisy položky, ve výkazu výměr nejsou výpočty ani odkazy na výpočty nebo stanovení výměry (např. příloha TZ, odměření z uvedené přílohy PD) a technické specifikace.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79: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41-41-01 ŽST Dětmarovice, rekonstrukce zastřešení nástupiště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V hlavičce objektu chybí jeho číslo, název stavby a objektu je chybně, na listě není uveden SO.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chybí podrobné popisy.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80: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44-41-01 </w:t>
      </w:r>
      <w:proofErr w:type="spellStart"/>
      <w:r w:rsidRPr="00D04BA2">
        <w:rPr>
          <w:b/>
        </w:rPr>
        <w:t>Zast</w:t>
      </w:r>
      <w:proofErr w:type="spellEnd"/>
      <w:r w:rsidRPr="00D04BA2">
        <w:rPr>
          <w:b/>
        </w:rPr>
        <w:t xml:space="preserve">. Závada, Rekonstrukce nástupištních přístřešků v zastávce Závada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chybí podrobné popisy položky, ve výkazu výměr nejsou výpočty ani odkazy na výpočty nebo stanovení výměry (např. příloha TZ, odměření z uvedené přílohy PD) a technické specifikace.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příloha. TZ opravena,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81: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41-33-01.1 ŽST Dětmarovice, železniční svršek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Na listě je chybně uveden SO_45-33-01.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U položek č. 10-18, 27, 35,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 v dotazu 55-62 a 73,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82: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>SO 42-33-01.1 Dětmarovice-</w:t>
      </w:r>
      <w:proofErr w:type="spellStart"/>
      <w:r w:rsidRPr="00D04BA2">
        <w:rPr>
          <w:b/>
        </w:rPr>
        <w:t>Odb</w:t>
      </w:r>
      <w:proofErr w:type="spellEnd"/>
      <w:r w:rsidRPr="00D04BA2">
        <w:rPr>
          <w:b/>
        </w:rPr>
        <w:t>. Závada, železniční svršek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Na listě je chybně uveden SO_45-33-01.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9-14, 19,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83: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43-33-01.1 </w:t>
      </w:r>
      <w:proofErr w:type="spellStart"/>
      <w:r w:rsidRPr="00D04BA2">
        <w:rPr>
          <w:b/>
        </w:rPr>
        <w:t>Odb</w:t>
      </w:r>
      <w:proofErr w:type="spellEnd"/>
      <w:r w:rsidRPr="00D04BA2">
        <w:rPr>
          <w:b/>
        </w:rPr>
        <w:t>. Závada - Petrovice u K., železniční svršek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Na listě je chybně uveden SO_45-33-01.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9-15, 28,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 v dotazu 63-66 a 73,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84: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>SO 45-33-01.1 ŽST Petrovice u K., železniční svršek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10-31, 52,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lastRenderedPageBreak/>
        <w:t xml:space="preserve">Dotaz č. 85: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>SO 46-33-01.1 ŽST Petrovice u K. - PR, železniční svršek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9-11, 19,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86: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47-33-01.1 </w:t>
      </w:r>
      <w:proofErr w:type="spellStart"/>
      <w:r w:rsidRPr="00D04BA2">
        <w:rPr>
          <w:b/>
        </w:rPr>
        <w:t>Odb</w:t>
      </w:r>
      <w:proofErr w:type="spellEnd"/>
      <w:r w:rsidRPr="00D04BA2">
        <w:rPr>
          <w:b/>
        </w:rPr>
        <w:t xml:space="preserve">. </w:t>
      </w:r>
      <w:proofErr w:type="spellStart"/>
      <w:r w:rsidRPr="00D04BA2">
        <w:rPr>
          <w:b/>
        </w:rPr>
        <w:t>Koukolná</w:t>
      </w:r>
      <w:proofErr w:type="spellEnd"/>
      <w:r w:rsidRPr="00D04BA2">
        <w:rPr>
          <w:b/>
        </w:rPr>
        <w:t xml:space="preserve"> - </w:t>
      </w:r>
      <w:proofErr w:type="spellStart"/>
      <w:r w:rsidRPr="00D04BA2">
        <w:rPr>
          <w:b/>
        </w:rPr>
        <w:t>Odb</w:t>
      </w:r>
      <w:proofErr w:type="spellEnd"/>
      <w:r w:rsidRPr="00D04BA2">
        <w:rPr>
          <w:b/>
        </w:rPr>
        <w:t>. Závada, železniční svršek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Na listě je chybně uveden SO_45-33-01. </w:t>
      </w:r>
    </w:p>
    <w:p w:rsidR="00792AAC" w:rsidRPr="00D04BA2" w:rsidRDefault="00792AAC" w:rsidP="00792AAC">
      <w:pPr>
        <w:spacing w:line="240" w:lineRule="auto"/>
      </w:pPr>
      <w:r w:rsidRPr="00D04BA2">
        <w:t xml:space="preserve">U položek č. 9, 10, 17, chybí podrobné popisy položky, ve výkazu výměr nejsou výpočty ani odkazy na výpočty nebo stanovení výměry (např. příloha TZ, odměření z uvedené přílohy PD).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87: </w:t>
      </w:r>
    </w:p>
    <w:p w:rsidR="00792AAC" w:rsidRPr="00D04BA2" w:rsidRDefault="00792AAC" w:rsidP="00792AAC">
      <w:pPr>
        <w:spacing w:line="240" w:lineRule="auto"/>
        <w:rPr>
          <w:b/>
        </w:rPr>
      </w:pPr>
      <w:r w:rsidRPr="00D04BA2">
        <w:rPr>
          <w:b/>
        </w:rPr>
        <w:t xml:space="preserve">SO 41-33-01.1 ŽST Dětmarovice, železniční svršek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Dle příloh PD 02.01, 02.02, 07.01, 07.02 a 15 se v objektu zabudují 3 ks nových výhybek J 60 1:9-300, </w:t>
      </w:r>
      <w:proofErr w:type="spellStart"/>
      <w:r w:rsidRPr="00D04BA2">
        <w:t>pr</w:t>
      </w:r>
      <w:proofErr w:type="spellEnd"/>
      <w:r w:rsidRPr="00D04BA2">
        <w:t xml:space="preserve">. </w:t>
      </w:r>
      <w:proofErr w:type="gramStart"/>
      <w:r w:rsidRPr="00D04BA2">
        <w:t>bet</w:t>
      </w:r>
      <w:proofErr w:type="gramEnd"/>
      <w:r w:rsidRPr="00D04BA2">
        <w:t xml:space="preserve">., up. pružné, tomu odpovídá položka č. 18, ale v položce č. 16 jsou uvedeny  další  výhybky stejného typu v množství 15 ks.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Může zadavatel doplnit chybějící informace a sjednotit množství na položkách soupisu prací s PD. </w:t>
      </w:r>
    </w:p>
    <w:p w:rsidR="00792AAC" w:rsidRPr="00D04BA2" w:rsidRDefault="00792AAC" w:rsidP="00792AAC">
      <w:pPr>
        <w:spacing w:after="0" w:line="240" w:lineRule="auto"/>
      </w:pPr>
      <w:r w:rsidRPr="00D04BA2">
        <w:t xml:space="preserve">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 v dotazu 55-62 a 73, výměry opraveny,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88: </w:t>
      </w:r>
    </w:p>
    <w:p w:rsidR="00792AAC" w:rsidRPr="00D04BA2" w:rsidRDefault="00792AAC" w:rsidP="00792AAC">
      <w:pPr>
        <w:rPr>
          <w:b/>
        </w:rPr>
      </w:pPr>
      <w:r w:rsidRPr="00D04BA2">
        <w:rPr>
          <w:b/>
        </w:rPr>
        <w:t>SO 42-20-01 – pol. č. 5 - POCHOZÍ ROŠT Z KOMPOZITU</w:t>
      </w:r>
    </w:p>
    <w:p w:rsidR="00792AAC" w:rsidRPr="00D04BA2" w:rsidRDefault="00792AAC" w:rsidP="00792AAC">
      <w:r w:rsidRPr="00D04BA2">
        <w:t xml:space="preserve">Na výkrese č. 5 jsou uvedeny dvě rozdílné tloušťky roštů, 30 a 38 mm. Která informace je platná, opraví zadavatel dokumentaci? 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Odpověď: V dokumentaci bude opraveno na </w:t>
      </w:r>
      <w:proofErr w:type="spellStart"/>
      <w:r w:rsidRPr="00D04BA2">
        <w:rPr>
          <w:rFonts w:eastAsia="Calibri" w:cs="Times New Roman"/>
          <w:b/>
          <w:lang w:eastAsia="cs-CZ"/>
        </w:rPr>
        <w:t>tl</w:t>
      </w:r>
      <w:proofErr w:type="spellEnd"/>
      <w:r w:rsidRPr="00D04BA2">
        <w:rPr>
          <w:rFonts w:eastAsia="Calibri" w:cs="Times New Roman"/>
          <w:b/>
          <w:lang w:eastAsia="cs-CZ"/>
        </w:rPr>
        <w:t>. 30mm.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89: </w:t>
      </w:r>
    </w:p>
    <w:p w:rsidR="00792AAC" w:rsidRPr="00D04BA2" w:rsidRDefault="00792AAC" w:rsidP="00792AAC">
      <w:pPr>
        <w:rPr>
          <w:b/>
        </w:rPr>
      </w:pPr>
      <w:r w:rsidRPr="00D04BA2">
        <w:rPr>
          <w:b/>
        </w:rPr>
        <w:t xml:space="preserve">SO 42-20-01 </w:t>
      </w:r>
    </w:p>
    <w:p w:rsidR="00792AAC" w:rsidRPr="00D04BA2" w:rsidRDefault="00792AAC" w:rsidP="00792AAC">
      <w:r w:rsidRPr="00D04BA2">
        <w:t>Na výkrese č. 5 jsou dva rozdílné rozměry středového roštu mezi kolejnicemi, v příčném řezu je uveden rozměr 640mm, v půdorysu 815mm. Který rozměr je správný?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Platí kóta 640mm. Ve výkrese bude opraveno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90: </w:t>
      </w:r>
    </w:p>
    <w:p w:rsidR="00792AAC" w:rsidRPr="00D04BA2" w:rsidRDefault="00792AAC" w:rsidP="00792AAC">
      <w:r w:rsidRPr="00D04BA2">
        <w:rPr>
          <w:b/>
        </w:rPr>
        <w:t>SO 44-20-01</w:t>
      </w:r>
      <w:r w:rsidRPr="00D04BA2">
        <w:t xml:space="preserve"> </w:t>
      </w:r>
    </w:p>
    <w:p w:rsidR="00792AAC" w:rsidRPr="00D04BA2" w:rsidRDefault="00792AAC" w:rsidP="00792AAC">
      <w:r w:rsidRPr="00D04BA2">
        <w:t>V soupisu prací jsme nenašli položku pro kotvení říms. Má být kotvení součástí položky betonáže římsy (pol. č. 23)?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Kotvení říms je vykázáno přídavkem v této položce.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91: </w:t>
      </w:r>
    </w:p>
    <w:p w:rsidR="00792AAC" w:rsidRPr="00D04BA2" w:rsidRDefault="00792AAC" w:rsidP="00792AAC">
      <w:r w:rsidRPr="00D04BA2">
        <w:rPr>
          <w:b/>
        </w:rPr>
        <w:t>SO 44-20-01</w:t>
      </w:r>
      <w:r w:rsidRPr="00D04BA2">
        <w:t xml:space="preserve"> – pol. č. 19 - ZÁKLADY Z PROSTÉHO BETONU DO C25/30 - 210,540 m3 </w:t>
      </w:r>
    </w:p>
    <w:p w:rsidR="00792AAC" w:rsidRPr="00D04BA2" w:rsidRDefault="00792AAC" w:rsidP="00792AAC">
      <w:r w:rsidRPr="00D04BA2">
        <w:t xml:space="preserve">V soupisu prací není uveden výpočet, není jasné, jak projektant dospěl k tomuto množství. Pokud je do této položky započítán i beton příkopu, tak </w:t>
      </w:r>
      <w:proofErr w:type="gramStart"/>
      <w:r w:rsidRPr="00D04BA2">
        <w:t>se nejedená o prostý</w:t>
      </w:r>
      <w:proofErr w:type="gramEnd"/>
      <w:r w:rsidRPr="00D04BA2">
        <w:t xml:space="preserve"> beton. Může zadavatel vysvětlit položku a její množství?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Odpověď: Položka doplněna o výpočet a specifikaci položky. Jedná se o podkladní beton pod </w:t>
      </w:r>
      <w:proofErr w:type="spellStart"/>
      <w:r w:rsidRPr="00D04BA2">
        <w:rPr>
          <w:rFonts w:eastAsia="Calibri" w:cs="Times New Roman"/>
          <w:b/>
          <w:lang w:eastAsia="cs-CZ"/>
        </w:rPr>
        <w:t>žb</w:t>
      </w:r>
      <w:proofErr w:type="spellEnd"/>
      <w:r w:rsidRPr="00D04BA2">
        <w:rPr>
          <w:rFonts w:eastAsia="Calibri" w:cs="Times New Roman"/>
          <w:b/>
          <w:lang w:eastAsia="cs-CZ"/>
        </w:rPr>
        <w:t>. základy. Kubatura byla opravena na 47,658. Příkop je vykázán v položce č. 44,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92: </w:t>
      </w:r>
    </w:p>
    <w:p w:rsidR="00792AAC" w:rsidRPr="00D04BA2" w:rsidRDefault="00792AAC" w:rsidP="00792AAC">
      <w:r w:rsidRPr="00D04BA2">
        <w:rPr>
          <w:b/>
        </w:rPr>
        <w:t>SO 44-20-01</w:t>
      </w:r>
      <w:r w:rsidRPr="00D04BA2">
        <w:t xml:space="preserve"> – pol. č. 22 - VÝZTUŽ ZÁKLADŮ Z OCELI 10505, B500B1 - 19,543 t,</w:t>
      </w:r>
    </w:p>
    <w:p w:rsidR="00792AAC" w:rsidRPr="00D04BA2" w:rsidRDefault="00792AAC" w:rsidP="00792AAC">
      <w:r w:rsidRPr="00D04BA2">
        <w:t>V soupisu prací je uvedena poznámka, že se jedná o výztuž příkopu. V příloze č. 14 je v části Výkaz výměr uvedeno množství výztuže příkopu i s 10% rezervou 14805,23 kg. Opraví zadavatel soupis prací?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Položka opravena, jedná se o výztuž základů rámu. Pro výztuž příkopu kari-sítí byla vykázána nová položka č. doplněna o výpočet a specifikaci položky 272 366.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93: </w:t>
      </w:r>
    </w:p>
    <w:p w:rsidR="00792AAC" w:rsidRPr="00D04BA2" w:rsidRDefault="00792AAC" w:rsidP="00792AAC">
      <w:r w:rsidRPr="00D04BA2">
        <w:rPr>
          <w:b/>
        </w:rPr>
        <w:t>SO 44-21-01</w:t>
      </w:r>
      <w:r w:rsidRPr="00D04BA2">
        <w:t xml:space="preserve"> </w:t>
      </w:r>
    </w:p>
    <w:p w:rsidR="00792AAC" w:rsidRPr="00D04BA2" w:rsidRDefault="00792AAC" w:rsidP="00792AAC">
      <w:r w:rsidRPr="00D04BA2">
        <w:t>V dokumentaci postrádáme řešení napojení monolitické římsy na trubní prefabrikát, soupis prací neobsahuje vrty ani kotevní výztuž. Doplní zadavatel dokumentaci a soupis prací?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Odpověď: Trubní prefabrikát bude obetonován bez „na </w:t>
      </w:r>
      <w:proofErr w:type="spellStart"/>
      <w:r w:rsidRPr="00D04BA2">
        <w:rPr>
          <w:rFonts w:eastAsia="Calibri" w:cs="Times New Roman"/>
          <w:b/>
          <w:lang w:eastAsia="cs-CZ"/>
        </w:rPr>
        <w:t>tupo</w:t>
      </w:r>
      <w:proofErr w:type="spellEnd"/>
      <w:r w:rsidRPr="00D04BA2">
        <w:rPr>
          <w:rFonts w:eastAsia="Calibri" w:cs="Times New Roman"/>
          <w:b/>
          <w:lang w:eastAsia="cs-CZ"/>
        </w:rPr>
        <w:t>“ bez navrtání výztuže do prefabrikátů.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94: </w:t>
      </w:r>
    </w:p>
    <w:p w:rsidR="00792AAC" w:rsidRPr="00D04BA2" w:rsidRDefault="00792AAC" w:rsidP="00792AAC">
      <w:r w:rsidRPr="00D04BA2">
        <w:rPr>
          <w:b/>
        </w:rPr>
        <w:t>SO 44-21-01</w:t>
      </w:r>
      <w:r w:rsidRPr="00D04BA2">
        <w:t xml:space="preserve"> – pol. č. 10 - VÝZTUŽ ZÁKLADŮ Z KARI SÍTÍ - 0,650 T, </w:t>
      </w:r>
    </w:p>
    <w:p w:rsidR="00792AAC" w:rsidRPr="00D04BA2" w:rsidRDefault="00792AAC" w:rsidP="00792AAC">
      <w:r w:rsidRPr="00D04BA2">
        <w:t>V soupisu prací není uveden výpočet a v dokumentaci není výkres výztuže podkladní desky. Rozměr desky podle výkresů je 10,395 x 2,0 = 20,79 m2, uvažujeme-li síť při obou površích, tak by plocha byla cca 41,6 m2 + přesahy, tzn. cca 46 m2, pokud vezmeme v úvahu síť KY49, jak je uvedena v </w:t>
      </w:r>
      <w:proofErr w:type="spellStart"/>
      <w:r w:rsidRPr="00D04BA2">
        <w:t>tech</w:t>
      </w:r>
      <w:proofErr w:type="spellEnd"/>
      <w:r w:rsidRPr="00D04BA2">
        <w:t xml:space="preserve">. zprávě (kapitola 5.13.1 – Betonářská výztuž), tak by hmotnost výztuže desky neměla přesáhnout 380 kg. Hmotnost výztuže čelních zdí a jímek se dle soupisu prací do této položky nezapočítává. Může zadavatel zkontrolovat množství a případně opravit položku soupisu prací?  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</w:t>
      </w:r>
      <w:r w:rsidRPr="00D04BA2">
        <w:rPr>
          <w:rFonts w:eastAsia="Calibri" w:cs="Times New Roman"/>
          <w:lang w:eastAsia="cs-CZ"/>
        </w:rPr>
        <w:t xml:space="preserve"> </w:t>
      </w:r>
      <w:r w:rsidRPr="00D04BA2">
        <w:rPr>
          <w:rFonts w:eastAsia="Calibri" w:cs="Times New Roman"/>
          <w:b/>
          <w:lang w:eastAsia="cs-CZ"/>
        </w:rPr>
        <w:t>Položka výztuže kari sítí opravena, jedná se o vyztužení pouze základové desky.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95: </w:t>
      </w:r>
    </w:p>
    <w:p w:rsidR="00792AAC" w:rsidRPr="00D04BA2" w:rsidRDefault="00792AAC" w:rsidP="00792AAC">
      <w:r w:rsidRPr="00D04BA2">
        <w:rPr>
          <w:b/>
        </w:rPr>
        <w:t>SO 44-21-01</w:t>
      </w:r>
      <w:r w:rsidRPr="00D04BA2">
        <w:t xml:space="preserve"> – pol. č. 12 - VÝZTUŽ ŘÍMS Z OCELI 10505, B500B - 0,174 T,</w:t>
      </w:r>
    </w:p>
    <w:p w:rsidR="00792AAC" w:rsidRPr="00D04BA2" w:rsidRDefault="00792AAC" w:rsidP="00792AAC">
      <w:r w:rsidRPr="00D04BA2">
        <w:t>Podle výkresu č. 8 je hmotnost výztuže říms 22,1 kg. Opraví zadavatel položku soupisu prací?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V soupisu prací položka opravena dle výkazu výztuže na výkrese č. 8. 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96: </w:t>
      </w:r>
    </w:p>
    <w:p w:rsidR="00792AAC" w:rsidRPr="00D04BA2" w:rsidRDefault="00792AAC" w:rsidP="00792AAC">
      <w:r w:rsidRPr="00D04BA2">
        <w:rPr>
          <w:b/>
        </w:rPr>
        <w:t>SO 44-21-01</w:t>
      </w:r>
      <w:r w:rsidRPr="00D04BA2">
        <w:t xml:space="preserve">  </w:t>
      </w:r>
    </w:p>
    <w:p w:rsidR="00792AAC" w:rsidRPr="00D04BA2" w:rsidRDefault="00792AAC" w:rsidP="00792AAC">
      <w:r w:rsidRPr="00D04BA2">
        <w:t>Dle našeho názoru je chybný výkaz výztuže sítí na výkrese č. 8. Pokud je výkaz výztuže uveden pro sítě jímek i čelních zdí a pokud platí výkres výztuže (síť při obou površích), tak by výsledné množství mělo být vyšší. Může zadavatel prověřit správné množství a opravit dokumentaci?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Výkaz výztuže přepočítán a opraven. Výztuž jímek a čelních zídek je součástí položky betonu</w:t>
      </w:r>
      <w:r w:rsidRPr="00D04BA2">
        <w:rPr>
          <w:rFonts w:eastAsia="Calibri" w:cs="Times New Roman"/>
          <w:lang w:eastAsia="cs-CZ"/>
        </w:rPr>
        <w:t xml:space="preserve">. </w:t>
      </w:r>
      <w:r w:rsidRPr="00D04BA2">
        <w:rPr>
          <w:rFonts w:eastAsia="Calibri" w:cs="Times New Roman"/>
          <w:b/>
          <w:lang w:eastAsia="cs-CZ"/>
        </w:rPr>
        <w:t>SP doplněn,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97: </w:t>
      </w:r>
    </w:p>
    <w:p w:rsidR="00792AAC" w:rsidRPr="00D04BA2" w:rsidRDefault="00792AAC" w:rsidP="00792AAC">
      <w:r w:rsidRPr="00D04BA2">
        <w:rPr>
          <w:b/>
        </w:rPr>
        <w:t>SO 45-20-01</w:t>
      </w:r>
      <w:r w:rsidRPr="00D04BA2">
        <w:t xml:space="preserve"> – pol. č. 15 - DODATEČNÉ KOTVENÍ VLEPENÍM BETONÁŘSKÉ VÝZTUŽE D DO 25MM DO VRTŮ - 112,000 ks</w:t>
      </w:r>
    </w:p>
    <w:p w:rsidR="00792AAC" w:rsidRPr="00D04BA2" w:rsidRDefault="00792AAC" w:rsidP="00792AAC">
      <w:r w:rsidRPr="00D04BA2">
        <w:t xml:space="preserve">Podle specifikace v soupisu prací jde o vrty dl. 250mm, podle výkresu č. 2.4.1 (Detail III) se jedná o vrty dl. 300 mm. Která informace platí?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lastRenderedPageBreak/>
        <w:t>Odpověď: Platí specifikace délky vrtu uvedená ve výkresové dokumentaci, jedná se o vrty délky 300 mm. Specifikace v soupisu prací byla opravena,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98: </w:t>
      </w:r>
    </w:p>
    <w:p w:rsidR="00792AAC" w:rsidRPr="00D04BA2" w:rsidRDefault="00792AAC" w:rsidP="00792AAC">
      <w:r w:rsidRPr="00D04BA2">
        <w:rPr>
          <w:b/>
        </w:rPr>
        <w:t>SO 45-20-91</w:t>
      </w:r>
      <w:r w:rsidRPr="00D04BA2">
        <w:t xml:space="preserve">  </w:t>
      </w:r>
    </w:p>
    <w:p w:rsidR="00792AAC" w:rsidRPr="00D04BA2" w:rsidRDefault="00792AAC" w:rsidP="00792AAC">
      <w:r w:rsidRPr="00D04BA2">
        <w:t xml:space="preserve">V soupisu prací jsou položky č. 6 - ODKOPÁVKY A PROKOPÁVKY OBECNÉ TŘ. I, ODVOZ DO 12KM - 410,000 m3 a pol. č. 7 - HLOUBENÍ JAM ZAPAŽ I NEPAŽ TŘ. II, ODVOZ DO 12KM - </w:t>
      </w:r>
      <w:r w:rsidRPr="00D04BA2">
        <w:tab/>
        <w:t>410,000 m3, podle přílohy č. 15 – Výkaz výměr, je výměra vykopávek pouze 410,0 m3, ne 2x 410,0 m3. Dle našeho názoru jde o duplicitu položek. Opraví zadavatel soupis prací?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opraven, viz příloha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99: </w:t>
      </w:r>
    </w:p>
    <w:p w:rsidR="00792AAC" w:rsidRPr="00D04BA2" w:rsidRDefault="00792AAC" w:rsidP="00792AAC">
      <w:r w:rsidRPr="00D04BA2">
        <w:rPr>
          <w:b/>
        </w:rPr>
        <w:t>SO 45-20-91</w:t>
      </w:r>
      <w:r w:rsidRPr="00D04BA2">
        <w:t xml:space="preserve"> – pol. č. 31 - ZŘÍZENÍ KONSTRUKČNÍ VRSTVY TĚLESA ŽELEZNIČNÍHO SPODKU ZE ŠTĚRKODRTI NOVÉ - 102,003 m2. </w:t>
      </w:r>
    </w:p>
    <w:p w:rsidR="00792AAC" w:rsidRPr="00D04BA2" w:rsidRDefault="00792AAC" w:rsidP="00792AAC">
      <w:pPr>
        <w:rPr>
          <w:u w:val="single"/>
        </w:rPr>
      </w:pPr>
      <w:r w:rsidRPr="00D04BA2">
        <w:t>Tato položka se většinou udává v m3, protože v soupisu prací není uveden výpočet, nejde zkontrolovat, jestli je jednotka správná. Navíc dle přílohy č. 15 – Výkaz výměr se taková konstrukce ve stavbě nevyskytuje. Může zadavatel vysvětlit tuto položku a opravit měrnou jednotku?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opraven, viz příloha</w:t>
      </w:r>
    </w:p>
    <w:p w:rsidR="00AF224B" w:rsidRPr="00D04BA2" w:rsidRDefault="00AF224B" w:rsidP="00AF224B">
      <w:pPr>
        <w:spacing w:line="240" w:lineRule="auto"/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100: </w:t>
      </w:r>
    </w:p>
    <w:p w:rsidR="00792AAC" w:rsidRPr="00D04BA2" w:rsidRDefault="00792AAC" w:rsidP="00792AAC">
      <w:pPr>
        <w:spacing w:after="160" w:line="259" w:lineRule="auto"/>
      </w:pPr>
      <w:r w:rsidRPr="00D04BA2">
        <w:t>SO 41-33-01.1 – Na položce č. 14 – 545210 - SVAR PŘECHODOVÝ (PŘECHODOVÁ KOLEJNICE) 49 E1/60 E2 je uvedený nesprávný počet ks přechodových kolejnic. Žádáme o opravu výměry a opravu tvaru – dle Kolejového plánu je UIC60/R65.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opraven, viz příloha</w:t>
      </w:r>
    </w:p>
    <w:p w:rsidR="00792AAC" w:rsidRPr="00D04BA2" w:rsidRDefault="00792AAC" w:rsidP="00792AAC">
      <w:pPr>
        <w:spacing w:line="240" w:lineRule="auto"/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101: 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t>SO 45-33-01.1 – Na položce č. 16 – 545210 - SVAR PŘECHODOVÝ (PŘECHODOVÁ KOLEJNICE) 49 E1/60 E2 je uvedený nesprávný počet ks přechodových kolejnic. Žádáme o opravu výměry.</w:t>
      </w: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opraven v dotazu 84, viz příloha</w:t>
      </w:r>
    </w:p>
    <w:p w:rsidR="00792AAC" w:rsidRPr="00D04BA2" w:rsidRDefault="00792AAC" w:rsidP="00792AAC">
      <w:pPr>
        <w:spacing w:line="240" w:lineRule="auto"/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102: </w:t>
      </w:r>
    </w:p>
    <w:p w:rsidR="00792AAC" w:rsidRPr="00D04BA2" w:rsidRDefault="00792AAC" w:rsidP="00792AAC">
      <w:pPr>
        <w:spacing w:after="0" w:line="240" w:lineRule="auto"/>
        <w:jc w:val="both"/>
      </w:pPr>
      <w:r w:rsidRPr="00D04BA2">
        <w:t>SO 41-33-01.1 - V soupisu prací chybí položka pro 965010 - Odstranění kolejového lože a drážních stezek, výměra v m3. SP obsahuje jenom odvozy. Žádáme doplnit položku do SP.</w:t>
      </w:r>
    </w:p>
    <w:p w:rsidR="00792AAC" w:rsidRPr="00D04BA2" w:rsidRDefault="00792AAC" w:rsidP="00792AAC">
      <w:pPr>
        <w:spacing w:after="0" w:line="240" w:lineRule="auto"/>
        <w:jc w:val="both"/>
      </w:pPr>
    </w:p>
    <w:p w:rsidR="00792AAC" w:rsidRPr="00D04BA2" w:rsidRDefault="00792AAC" w:rsidP="00792AA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SP doplněn a opraven v příloze</w:t>
      </w:r>
    </w:p>
    <w:p w:rsidR="00792AAC" w:rsidRPr="00D04BA2" w:rsidRDefault="00792AAC" w:rsidP="00792AAC">
      <w:pPr>
        <w:spacing w:line="240" w:lineRule="auto"/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103: </w:t>
      </w:r>
    </w:p>
    <w:p w:rsidR="00D04BA2" w:rsidRPr="00D04BA2" w:rsidRDefault="00D04BA2" w:rsidP="00D04BA2">
      <w:pPr>
        <w:spacing w:after="160" w:line="259" w:lineRule="auto"/>
      </w:pPr>
      <w:r w:rsidRPr="00D04BA2">
        <w:t xml:space="preserve">Dle přílohy </w:t>
      </w:r>
      <w:r w:rsidRPr="00D04BA2">
        <w:rPr>
          <w:i/>
        </w:rPr>
        <w:t>F.4_SCHEMA_STAV_POSTUP „07_SP07.pdf“</w:t>
      </w:r>
      <w:r w:rsidRPr="00D04BA2">
        <w:t xml:space="preserve"> se má, dle barevného značení, </w:t>
      </w:r>
      <w:r w:rsidRPr="00D04BA2">
        <w:rPr>
          <w:b/>
        </w:rPr>
        <w:t>SK č.</w:t>
      </w:r>
      <w:r w:rsidRPr="00D04BA2">
        <w:t xml:space="preserve"> 6 </w:t>
      </w:r>
      <w:proofErr w:type="spellStart"/>
      <w:r w:rsidRPr="00D04BA2">
        <w:t>žst</w:t>
      </w:r>
      <w:proofErr w:type="spellEnd"/>
      <w:r w:rsidRPr="00D04BA2">
        <w:t xml:space="preserve">, Dětmarovice realizovat (společně s SK č. 2, 4) ve stavebním postupu </w:t>
      </w:r>
      <w:r w:rsidRPr="00D04BA2">
        <w:rPr>
          <w:b/>
        </w:rPr>
        <w:t>SP 7</w:t>
      </w:r>
      <w:r w:rsidRPr="00D04BA2">
        <w:t xml:space="preserve">, tedy v termínu </w:t>
      </w:r>
      <w:r w:rsidRPr="00D04BA2">
        <w:rPr>
          <w:b/>
        </w:rPr>
        <w:t>01. 05. 2022 – 31. 07. 2022, 92 dní</w:t>
      </w:r>
      <w:r w:rsidRPr="00D04BA2">
        <w:t xml:space="preserve">. </w:t>
      </w:r>
    </w:p>
    <w:p w:rsidR="00D04BA2" w:rsidRPr="00D04BA2" w:rsidRDefault="00D04BA2" w:rsidP="00D04BA2">
      <w:pPr>
        <w:spacing w:after="120"/>
        <w:rPr>
          <w:b/>
        </w:rPr>
      </w:pPr>
      <w:r w:rsidRPr="00D04BA2">
        <w:t xml:space="preserve">Dle přílohy </w:t>
      </w:r>
      <w:r w:rsidRPr="00D04BA2">
        <w:rPr>
          <w:i/>
        </w:rPr>
        <w:t>ZTP, odstavec 5 ORGANIZACE VÝSTAVBY, VÝLUKY „Plán výluk pro rok 2021 a 2022…“</w:t>
      </w:r>
      <w:r w:rsidRPr="00D04BA2">
        <w:t xml:space="preserve"> se má </w:t>
      </w:r>
      <w:r w:rsidRPr="00D04BA2">
        <w:rPr>
          <w:b/>
        </w:rPr>
        <w:t>SK č. 6</w:t>
      </w:r>
      <w:r w:rsidRPr="00D04BA2">
        <w:t xml:space="preserve"> </w:t>
      </w:r>
      <w:proofErr w:type="spellStart"/>
      <w:r w:rsidRPr="00D04BA2">
        <w:t>žst</w:t>
      </w:r>
      <w:proofErr w:type="spellEnd"/>
      <w:r w:rsidRPr="00D04BA2">
        <w:t>, Dětmarovice realizovat (</w:t>
      </w:r>
      <w:proofErr w:type="gramStart"/>
      <w:r w:rsidRPr="00D04BA2">
        <w:t>společně s TK</w:t>
      </w:r>
      <w:proofErr w:type="gramEnd"/>
      <w:r w:rsidRPr="00D04BA2">
        <w:t xml:space="preserve"> č. 2 úseku Bohumín-Dětmarovice) ve stavebním postupu </w:t>
      </w:r>
      <w:r w:rsidRPr="00D04BA2">
        <w:rPr>
          <w:b/>
          <w:u w:val="single"/>
        </w:rPr>
        <w:t>SP 7a</w:t>
      </w:r>
      <w:r w:rsidRPr="00D04BA2">
        <w:t>, tedy v termínu</w:t>
      </w:r>
      <w:r w:rsidRPr="00D04BA2">
        <w:rPr>
          <w:b/>
        </w:rPr>
        <w:t xml:space="preserve"> 01. 05. 2022 – 31. 05. 2022, 31 dní.</w:t>
      </w:r>
    </w:p>
    <w:p w:rsidR="00D04BA2" w:rsidRPr="00D04BA2" w:rsidRDefault="00D04BA2" w:rsidP="00D04BA2">
      <w:r w:rsidRPr="00D04BA2">
        <w:t xml:space="preserve">Vzhledem k absenci přístupových cest ke staničním kolejím rekonstruovaným v rámci </w:t>
      </w:r>
      <w:r w:rsidRPr="00D04BA2">
        <w:rPr>
          <w:b/>
        </w:rPr>
        <w:t xml:space="preserve">SP 7 žádáme o zahrnutí realizace SK č. 6 </w:t>
      </w:r>
      <w:r w:rsidRPr="00D04BA2">
        <w:t>do stavebního postupu</w:t>
      </w:r>
      <w:r w:rsidRPr="00D04BA2">
        <w:rPr>
          <w:b/>
        </w:rPr>
        <w:t xml:space="preserve"> SP 7 </w:t>
      </w:r>
      <w:r w:rsidRPr="00D04BA2">
        <w:t>(jak je uvedeno ve Schématech stavebních postupů),</w:t>
      </w:r>
      <w:r w:rsidRPr="00D04BA2">
        <w:rPr>
          <w:b/>
        </w:rPr>
        <w:t xml:space="preserve"> </w:t>
      </w:r>
      <w:r w:rsidRPr="00D04BA2">
        <w:t>tedy v termínu</w:t>
      </w:r>
      <w:r w:rsidRPr="00D04BA2">
        <w:rPr>
          <w:b/>
        </w:rPr>
        <w:t xml:space="preserve"> 01. 05. 2022 – 31. 07. 2022, 92 dní</w:t>
      </w:r>
      <w:r w:rsidRPr="00D04BA2">
        <w:t>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lastRenderedPageBreak/>
        <w:t>Odpověď: Ve schématu „07_SP07.pdf“ je barevně vyznačen postup a trvání stavebních prací tak, jak bylo projednáno na výrobních poradách Projektu. Platí tedy rozsah a termíny v Projektu. Přikládáme schéma postupu prací v SP 7 a 7a, které je součástí Projektu.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104: </w:t>
      </w:r>
    </w:p>
    <w:p w:rsidR="00D04BA2" w:rsidRPr="00D04BA2" w:rsidRDefault="00D04BA2" w:rsidP="00D04BA2">
      <w:pPr>
        <w:spacing w:after="160" w:line="240" w:lineRule="auto"/>
      </w:pPr>
      <w:r w:rsidRPr="00D04BA2">
        <w:t>V </w:t>
      </w:r>
      <w:proofErr w:type="spellStart"/>
      <w:r w:rsidRPr="00D04BA2">
        <w:t>žst</w:t>
      </w:r>
      <w:proofErr w:type="spellEnd"/>
      <w:r w:rsidRPr="00D04BA2">
        <w:t xml:space="preserve">. Petrovice u Karviné se má realizovat mj. </w:t>
      </w:r>
      <w:proofErr w:type="spellStart"/>
      <w:r w:rsidRPr="00D04BA2">
        <w:t>Kabelovod</w:t>
      </w:r>
      <w:proofErr w:type="spellEnd"/>
      <w:r w:rsidRPr="00D04BA2">
        <w:t xml:space="preserve"> (SO 45-44-01). Dle TZ tohoto objektu bude </w:t>
      </w:r>
      <w:proofErr w:type="spellStart"/>
      <w:r w:rsidRPr="00D04BA2">
        <w:t>kabelovod</w:t>
      </w:r>
      <w:proofErr w:type="spellEnd"/>
      <w:r w:rsidRPr="00D04BA2">
        <w:t xml:space="preserve"> zřizován v otevřené pažené jámě, ale dle situace prochází </w:t>
      </w:r>
      <w:proofErr w:type="spellStart"/>
      <w:r w:rsidRPr="00D04BA2">
        <w:t>kabelovod</w:t>
      </w:r>
      <w:proofErr w:type="spellEnd"/>
      <w:r w:rsidRPr="00D04BA2">
        <w:t xml:space="preserve"> mezi šachtami Š19 – Š03 pod SK č. 3, 5, 7, které se v tomto místě nerekonstruují. Ve výkazech výměr žel. </w:t>
      </w:r>
      <w:proofErr w:type="gramStart"/>
      <w:r w:rsidRPr="00D04BA2">
        <w:t>svršku</w:t>
      </w:r>
      <w:proofErr w:type="gramEnd"/>
      <w:r w:rsidRPr="00D04BA2">
        <w:t xml:space="preserve"> ani </w:t>
      </w:r>
      <w:proofErr w:type="spellStart"/>
      <w:r w:rsidRPr="00D04BA2">
        <w:t>kabelovodu</w:t>
      </w:r>
      <w:proofErr w:type="spellEnd"/>
      <w:r w:rsidRPr="00D04BA2">
        <w:t xml:space="preserve"> jsme však nenalezli položky na demontáž a zpětnou montáž (vč. svařování, SVÚ atd.) kolejí, popř. položky na realizaci řízeného protlaku umožňující realizaci </w:t>
      </w:r>
      <w:proofErr w:type="spellStart"/>
      <w:r w:rsidRPr="00D04BA2">
        <w:t>kabelovodu</w:t>
      </w:r>
      <w:proofErr w:type="spellEnd"/>
      <w:r w:rsidRPr="00D04BA2">
        <w:t xml:space="preserve"> v této lokalitě.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Odpověď: Demontáž a zpětná montáž kolejových polí v rámci výkopu pro </w:t>
      </w:r>
      <w:proofErr w:type="spellStart"/>
      <w:r w:rsidRPr="00D04BA2">
        <w:rPr>
          <w:rFonts w:eastAsia="Calibri" w:cs="Times New Roman"/>
          <w:b/>
          <w:lang w:eastAsia="cs-CZ"/>
        </w:rPr>
        <w:t>kabelovod</w:t>
      </w:r>
      <w:proofErr w:type="spellEnd"/>
      <w:r w:rsidRPr="00D04BA2">
        <w:rPr>
          <w:rFonts w:eastAsia="Calibri" w:cs="Times New Roman"/>
          <w:b/>
          <w:lang w:eastAsia="cs-CZ"/>
        </w:rPr>
        <w:t xml:space="preserve"> je napočítána a zohledněna v položkách 7,9, 38, 49, 50, 51, 54, viz SP v příloze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105: </w:t>
      </w:r>
    </w:p>
    <w:p w:rsidR="00D04BA2" w:rsidRPr="00D04BA2" w:rsidRDefault="00D04BA2" w:rsidP="00D04BA2">
      <w:pPr>
        <w:spacing w:after="0" w:line="259" w:lineRule="auto"/>
      </w:pPr>
      <w:r w:rsidRPr="00D04BA2">
        <w:t xml:space="preserve">Dle přílohy </w:t>
      </w:r>
      <w:r w:rsidRPr="00D04BA2">
        <w:rPr>
          <w:i/>
        </w:rPr>
        <w:t xml:space="preserve">F.1_TZ „F_01_DEPE_190930.pdf“ </w:t>
      </w:r>
      <w:r w:rsidRPr="00D04BA2">
        <w:t>má být u koleje č. 90 v </w:t>
      </w:r>
      <w:proofErr w:type="spellStart"/>
      <w:r w:rsidRPr="00D04BA2">
        <w:t>žst</w:t>
      </w:r>
      <w:proofErr w:type="spellEnd"/>
      <w:r w:rsidRPr="00D04BA2">
        <w:t>. Petrovice u K. (TK úseku Petrovice u K. - Karviná město) zřízena během přípravných prací pažící stěna pro zajištění stavební jámy, dle popisu ve schématech postupu prací ze štětovnic LARSSEN. V předložené dokumentaci jsme k této konstrukci nenalezli žádné výkresy ani popis vč. postupu provádění, statického posouzení atd. Výkaz výměr objektu</w:t>
      </w:r>
      <w:r w:rsidRPr="00D04BA2">
        <w:rPr>
          <w:i/>
        </w:rPr>
        <w:t xml:space="preserve"> „ŽST Petrovice u K, železniční spodek SO 45-33-11“ </w:t>
      </w:r>
      <w:r w:rsidRPr="00D04BA2">
        <w:t>neobsahuje položky pro zřízení popř. demontáž této dočasné konstrukce nutné pro zachování provozu směr Karviná město v maximální možné míře během prací na rozšiřování násypového tělesa. V dokumentaci také není zmínka o rozsahu zadavatelem poskytnutých výluk pro zřízení této konstrukce v rámci přípravných prací.</w:t>
      </w:r>
    </w:p>
    <w:p w:rsidR="00D04BA2" w:rsidRPr="00D04BA2" w:rsidRDefault="00D04BA2" w:rsidP="00D04BA2">
      <w:pPr>
        <w:spacing w:line="240" w:lineRule="auto"/>
      </w:pPr>
      <w:r w:rsidRPr="00D04BA2">
        <w:t>Doplní zadavatel chybějící dokumentaci vč. položek VV a informaci o rozsahu (popř. druhu) výluk koleje č. 90?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V příloze „F_01_DEPE_190930.pdf“ byla chybně zmíněna práce na pažící stěně na koleji 90, směr Karviná – Město. Výstavba přeložky bude probíhat celá v postupu SP3b1 (1.4.-</w:t>
      </w:r>
      <w:proofErr w:type="gramStart"/>
      <w:r w:rsidRPr="00D04BA2">
        <w:rPr>
          <w:rFonts w:eastAsia="Calibri" w:cs="Times New Roman"/>
          <w:b/>
          <w:lang w:eastAsia="cs-CZ"/>
        </w:rPr>
        <w:t>30.4.2021</w:t>
      </w:r>
      <w:proofErr w:type="gramEnd"/>
      <w:r w:rsidRPr="00D04BA2">
        <w:rPr>
          <w:rFonts w:eastAsia="Calibri" w:cs="Times New Roman"/>
          <w:b/>
          <w:lang w:eastAsia="cs-CZ"/>
        </w:rPr>
        <w:t>). Přikládáme schéma SP3 z Projektu a opravenou TZ ZOV.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106: </w:t>
      </w:r>
    </w:p>
    <w:p w:rsidR="00D04BA2" w:rsidRPr="00D04BA2" w:rsidRDefault="00D04BA2" w:rsidP="00D04BA2">
      <w:pPr>
        <w:spacing w:after="160" w:line="259" w:lineRule="auto"/>
      </w:pPr>
      <w:r w:rsidRPr="00D04BA2">
        <w:t xml:space="preserve">Ve výkazu výměr (soupis prací) </w:t>
      </w:r>
      <w:r w:rsidRPr="00D04BA2">
        <w:rPr>
          <w:b/>
        </w:rPr>
        <w:t>SO 44-33-11</w:t>
      </w:r>
      <w:r w:rsidRPr="00D04BA2">
        <w:t xml:space="preserve"> je v položce č. 9 – hloubení rýh - uvedena tř. </w:t>
      </w:r>
      <w:proofErr w:type="gramStart"/>
      <w:r w:rsidRPr="00D04BA2">
        <w:t>I (1. a 2,  3. tř</w:t>
      </w:r>
      <w:proofErr w:type="gramEnd"/>
      <w:r w:rsidRPr="00D04BA2">
        <w:t xml:space="preserve">.). V tabulce v příloze technické zprávy E_11_SO443301(11)_01_TZ.PDF (tabulka č. 15, 16, 17) je uvedena tř. 5 (II. tř.) Opraví zadavatel tuto položku  ve výkazu výměr na </w:t>
      </w:r>
      <w:proofErr w:type="spellStart"/>
      <w:proofErr w:type="gramStart"/>
      <w:r w:rsidRPr="00D04BA2">
        <w:t>II.tř</w:t>
      </w:r>
      <w:proofErr w:type="spellEnd"/>
      <w:proofErr w:type="gramEnd"/>
      <w:r w:rsidRPr="00D04BA2">
        <w:t>.?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Platí položka hloubení rýh tř. I. Tabulky č. 15, 16 a 17 v příloze technické zprávy E_11_SO443301(11)_01_TZ.pdf byly opraveny.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107: </w:t>
      </w:r>
    </w:p>
    <w:p w:rsidR="00D04BA2" w:rsidRPr="00D04BA2" w:rsidRDefault="00D04BA2" w:rsidP="00D04BA2">
      <w:pPr>
        <w:spacing w:after="160" w:line="259" w:lineRule="auto"/>
      </w:pPr>
      <w:r w:rsidRPr="00D04BA2">
        <w:t>V </w:t>
      </w:r>
      <w:r w:rsidRPr="00D04BA2">
        <w:rPr>
          <w:b/>
        </w:rPr>
        <w:t>SO 44-33-11</w:t>
      </w:r>
      <w:r w:rsidRPr="00D04BA2">
        <w:t xml:space="preserve"> je v položce č. 24 položení betonových </w:t>
      </w:r>
      <w:proofErr w:type="spellStart"/>
      <w:r w:rsidRPr="00D04BA2">
        <w:t>žlabovek</w:t>
      </w:r>
      <w:proofErr w:type="spellEnd"/>
      <w:r w:rsidRPr="00D04BA2">
        <w:t xml:space="preserve"> do štěrkopísku. V projektové dokumentaci (vzorové řezy) je také štěrkopísek, ale v příloze technické zprávy E_11_SO443301(11)_01_TZ.PDF (tabulka č. 15) je uvedeno betonové lože C 12/15. ve všech ostatních SO je také </w:t>
      </w:r>
      <w:proofErr w:type="spellStart"/>
      <w:r w:rsidRPr="00D04BA2">
        <w:t>žlabovka</w:t>
      </w:r>
      <w:proofErr w:type="spellEnd"/>
      <w:r w:rsidRPr="00D04BA2">
        <w:t xml:space="preserve"> pokládána do betonu. Která varianta je platná?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Odpověď: Platná je varianta uložení betonových </w:t>
      </w:r>
      <w:proofErr w:type="spellStart"/>
      <w:r w:rsidRPr="00D04BA2">
        <w:rPr>
          <w:rFonts w:eastAsia="Calibri" w:cs="Times New Roman"/>
          <w:b/>
          <w:lang w:eastAsia="cs-CZ"/>
        </w:rPr>
        <w:t>žlabovek</w:t>
      </w:r>
      <w:proofErr w:type="spellEnd"/>
      <w:r w:rsidRPr="00D04BA2">
        <w:rPr>
          <w:rFonts w:eastAsia="Calibri" w:cs="Times New Roman"/>
          <w:b/>
          <w:lang w:eastAsia="cs-CZ"/>
        </w:rPr>
        <w:t xml:space="preserve"> do betonového lože. Soupis prací byl opraven, stejně tak vzorový příčný řez E_11_SO443301(11)_04_VPR.pdf., viz příloha dotazu 106.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108: </w:t>
      </w:r>
    </w:p>
    <w:p w:rsidR="00D04BA2" w:rsidRPr="00D04BA2" w:rsidRDefault="00D04BA2" w:rsidP="00D04BA2">
      <w:pPr>
        <w:spacing w:after="160" w:line="259" w:lineRule="auto"/>
      </w:pPr>
      <w:r w:rsidRPr="00D04BA2">
        <w:t>V </w:t>
      </w:r>
      <w:r w:rsidRPr="00D04BA2">
        <w:rPr>
          <w:b/>
        </w:rPr>
        <w:t>SO 42-33-11</w:t>
      </w:r>
      <w:r w:rsidRPr="00D04BA2">
        <w:t xml:space="preserve"> je v položce č. 8 nulové množství. Pokud je nulová hodnota správná, vyškrtne zadavatel tuto položku z výkazu výměr? 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Položka vyškrtnuta, přikládáme opravený SP, viz příloha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109: </w:t>
      </w:r>
    </w:p>
    <w:p w:rsidR="00D04BA2" w:rsidRPr="00D04BA2" w:rsidRDefault="00D04BA2" w:rsidP="00D04BA2">
      <w:pPr>
        <w:spacing w:after="160" w:line="259" w:lineRule="auto"/>
      </w:pPr>
      <w:r w:rsidRPr="00D04BA2">
        <w:t xml:space="preserve">V technické zprávě </w:t>
      </w:r>
      <w:r w:rsidRPr="00D04BA2">
        <w:rPr>
          <w:b/>
        </w:rPr>
        <w:t>SO 41-33-01</w:t>
      </w:r>
      <w:r w:rsidRPr="00D04BA2">
        <w:t xml:space="preserve"> je na straně č. 17 uvedeno jako výplň </w:t>
      </w:r>
      <w:proofErr w:type="spellStart"/>
      <w:r w:rsidRPr="00D04BA2">
        <w:t>geobuněk</w:t>
      </w:r>
      <w:proofErr w:type="spellEnd"/>
      <w:r w:rsidRPr="00D04BA2">
        <w:t xml:space="preserve"> kamenivo fr. 0/45, ale na str. 19 je uvedena výplň </w:t>
      </w:r>
      <w:proofErr w:type="spellStart"/>
      <w:r w:rsidRPr="00D04BA2">
        <w:t>recykl</w:t>
      </w:r>
      <w:proofErr w:type="spellEnd"/>
      <w:r w:rsidRPr="00D04BA2">
        <w:t xml:space="preserve">. </w:t>
      </w:r>
      <w:proofErr w:type="spellStart"/>
      <w:r w:rsidRPr="00D04BA2">
        <w:t>výziskem</w:t>
      </w:r>
      <w:proofErr w:type="spellEnd"/>
      <w:r w:rsidRPr="00D04BA2">
        <w:t xml:space="preserve"> fr. 0/32. Která frakce je tedy platná? Opraví zadavatel technickou zprávu?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lastRenderedPageBreak/>
        <w:t>Odpověď: TZ k SO 41-33-01 opravena dle poznámek v dotazu. Opravená TZ je v příloze.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110: </w:t>
      </w:r>
    </w:p>
    <w:p w:rsidR="00D04BA2" w:rsidRPr="00D04BA2" w:rsidRDefault="00D04BA2" w:rsidP="00D04BA2">
      <w:pPr>
        <w:spacing w:after="160" w:line="259" w:lineRule="auto"/>
      </w:pPr>
      <w:r w:rsidRPr="00D04BA2">
        <w:t xml:space="preserve">V technické zprávě </w:t>
      </w:r>
      <w:r w:rsidRPr="00D04BA2">
        <w:rPr>
          <w:b/>
        </w:rPr>
        <w:t>SO 42-33-01</w:t>
      </w:r>
      <w:r w:rsidRPr="00D04BA2">
        <w:t xml:space="preserve"> je na straně č. 15 uvedeno jako výplň </w:t>
      </w:r>
      <w:proofErr w:type="spellStart"/>
      <w:r w:rsidRPr="00D04BA2">
        <w:t>geobuněk</w:t>
      </w:r>
      <w:proofErr w:type="spellEnd"/>
      <w:r w:rsidRPr="00D04BA2">
        <w:t xml:space="preserve"> kamenivo fr. 0/45, ale na str. 17 je uvedena výplň </w:t>
      </w:r>
      <w:proofErr w:type="spellStart"/>
      <w:r w:rsidRPr="00D04BA2">
        <w:t>recykl</w:t>
      </w:r>
      <w:proofErr w:type="spellEnd"/>
      <w:r w:rsidRPr="00D04BA2">
        <w:t xml:space="preserve">. </w:t>
      </w:r>
      <w:proofErr w:type="spellStart"/>
      <w:r w:rsidRPr="00D04BA2">
        <w:t>výziskem</w:t>
      </w:r>
      <w:proofErr w:type="spellEnd"/>
      <w:r w:rsidRPr="00D04BA2">
        <w:t xml:space="preserve"> fr. 0/32. Která frakce je tedy platná? Opraví zadavatel technickou zprávu?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TZ k SO 42-33-01 opravena dle poznámek v dotazu. Opravená TZ je v příloze.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 xml:space="preserve">Dotaz č. 111: </w:t>
      </w:r>
    </w:p>
    <w:p w:rsidR="00D04BA2" w:rsidRPr="00D04BA2" w:rsidRDefault="00D04BA2" w:rsidP="00D04BA2">
      <w:pPr>
        <w:spacing w:after="160" w:line="259" w:lineRule="auto"/>
      </w:pPr>
      <w:r w:rsidRPr="00D04BA2">
        <w:t xml:space="preserve">V technické zprávě </w:t>
      </w:r>
      <w:r w:rsidRPr="00D04BA2">
        <w:rPr>
          <w:b/>
        </w:rPr>
        <w:t>SO 43-33-01</w:t>
      </w:r>
      <w:r w:rsidRPr="00D04BA2">
        <w:t xml:space="preserve"> je na straně č. 15 uvedeno jako výplň </w:t>
      </w:r>
      <w:proofErr w:type="spellStart"/>
      <w:r w:rsidRPr="00D04BA2">
        <w:t>geobuněk</w:t>
      </w:r>
      <w:proofErr w:type="spellEnd"/>
      <w:r w:rsidRPr="00D04BA2">
        <w:t xml:space="preserve"> kamenivo fr. 0/45, ale na str. 17 je uvedena výplň </w:t>
      </w:r>
      <w:proofErr w:type="spellStart"/>
      <w:r w:rsidRPr="00D04BA2">
        <w:t>recykl</w:t>
      </w:r>
      <w:proofErr w:type="spellEnd"/>
      <w:r w:rsidRPr="00D04BA2">
        <w:t xml:space="preserve">. </w:t>
      </w:r>
      <w:proofErr w:type="spellStart"/>
      <w:r w:rsidRPr="00D04BA2">
        <w:t>výziskem</w:t>
      </w:r>
      <w:proofErr w:type="spellEnd"/>
      <w:r w:rsidRPr="00D04BA2">
        <w:t xml:space="preserve"> fr. 0/32. Která frakce je tedy platná? Opraví zadavatel technickou zprávu?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04BA2">
        <w:rPr>
          <w:rFonts w:eastAsia="Calibri" w:cs="Times New Roman"/>
          <w:b/>
          <w:lang w:eastAsia="cs-CZ"/>
        </w:rPr>
        <w:t>Odpověď: TZ k SO 43-33-01 opravena dle poznámek v dotazu. Opravená TZ je v příloze.</w:t>
      </w:r>
    </w:p>
    <w:p w:rsidR="00D04BA2" w:rsidRPr="00D04BA2" w:rsidRDefault="00D04BA2" w:rsidP="00D04B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76787" w:rsidRPr="000E11CC" w:rsidRDefault="00D76787" w:rsidP="00D767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11CC">
        <w:rPr>
          <w:rFonts w:eastAsia="Times New Roman" w:cs="Times New Roman"/>
          <w:lang w:eastAsia="cs-CZ"/>
        </w:rPr>
        <w:t>Vzhledem ke skutečnosti, že byla zadavatelem zmeškána lhůta pro uveřejnění  vysvětlení/ změny/ doplnění zadávací dokumentace</w:t>
      </w:r>
      <w:r w:rsidR="00983CD1">
        <w:rPr>
          <w:rFonts w:eastAsia="Times New Roman" w:cs="Times New Roman"/>
          <w:lang w:eastAsia="cs-CZ"/>
        </w:rPr>
        <w:t xml:space="preserve"> (dotazy 74-99)</w:t>
      </w:r>
      <w:r w:rsidRPr="000E11CC">
        <w:rPr>
          <w:rFonts w:eastAsia="Times New Roman" w:cs="Times New Roman"/>
          <w:lang w:eastAsia="cs-CZ"/>
        </w:rPr>
        <w:t xml:space="preserve"> o jeden pracovní den, postupuje</w:t>
      </w:r>
      <w:r>
        <w:rPr>
          <w:rFonts w:eastAsia="Times New Roman" w:cs="Times New Roman"/>
          <w:lang w:eastAsia="cs-CZ"/>
        </w:rPr>
        <w:t xml:space="preserve"> zadavatel v souladu s </w:t>
      </w:r>
      <w:proofErr w:type="spellStart"/>
      <w:r>
        <w:rPr>
          <w:rFonts w:eastAsia="Times New Roman" w:cs="Times New Roman"/>
          <w:lang w:eastAsia="cs-CZ"/>
        </w:rPr>
        <w:t>ust</w:t>
      </w:r>
      <w:proofErr w:type="spellEnd"/>
      <w:r>
        <w:rPr>
          <w:rFonts w:eastAsia="Times New Roman" w:cs="Times New Roman"/>
          <w:lang w:eastAsia="cs-CZ"/>
        </w:rPr>
        <w:t>. § 98 odst. 4</w:t>
      </w:r>
      <w:r w:rsidRPr="000E11CC">
        <w:rPr>
          <w:rFonts w:eastAsia="Times New Roman" w:cs="Times New Roman"/>
          <w:lang w:eastAsia="cs-CZ"/>
        </w:rPr>
        <w:t xml:space="preserve"> ZZVZ a prodlužuje lhůtu pro podání nabídek </w:t>
      </w:r>
      <w:r>
        <w:rPr>
          <w:rFonts w:eastAsia="Times New Roman" w:cs="Times New Roman"/>
          <w:lang w:eastAsia="cs-CZ"/>
        </w:rPr>
        <w:t>o jeden pracovní den</w:t>
      </w:r>
      <w:r w:rsidRPr="000E11CC">
        <w:rPr>
          <w:rFonts w:eastAsia="Times New Roman" w:cs="Times New Roman"/>
          <w:lang w:eastAsia="cs-CZ"/>
        </w:rPr>
        <w:t>.</w:t>
      </w:r>
    </w:p>
    <w:p w:rsidR="00D76787" w:rsidRDefault="00D76787" w:rsidP="0061400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1400B" w:rsidRPr="00D2351D" w:rsidRDefault="0061400B" w:rsidP="006140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2351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2351D">
        <w:rPr>
          <w:rFonts w:eastAsia="Times New Roman" w:cs="Times New Roman"/>
          <w:b/>
          <w:lang w:eastAsia="cs-CZ"/>
        </w:rPr>
        <w:t>změny/doplnění zadávací dokumentace</w:t>
      </w:r>
      <w:r w:rsidRPr="00D2351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D2351D">
        <w:rPr>
          <w:rFonts w:eastAsia="Times New Roman" w:cs="Times New Roman"/>
          <w:lang w:eastAsia="cs-CZ"/>
        </w:rPr>
        <w:t>ust</w:t>
      </w:r>
      <w:proofErr w:type="spellEnd"/>
      <w:r w:rsidRPr="00D2351D">
        <w:rPr>
          <w:rFonts w:eastAsia="Times New Roman" w:cs="Times New Roman"/>
          <w:lang w:eastAsia="cs-CZ"/>
        </w:rPr>
        <w:t>. § 99 odst. 2 ZZVZ a prodlužuje l</w:t>
      </w:r>
      <w:r>
        <w:rPr>
          <w:rFonts w:eastAsia="Times New Roman" w:cs="Times New Roman"/>
          <w:lang w:eastAsia="cs-CZ"/>
        </w:rPr>
        <w:t xml:space="preserve">hůtu pro podání nabídek </w:t>
      </w:r>
      <w:r w:rsidR="00983CD1">
        <w:rPr>
          <w:rFonts w:eastAsia="Times New Roman" w:cs="Times New Roman"/>
          <w:lang w:eastAsia="cs-CZ"/>
        </w:rPr>
        <w:t xml:space="preserve">o další jeden pracovní den, celkově o 2 pracovní dny, tedy </w:t>
      </w:r>
      <w:r>
        <w:rPr>
          <w:rFonts w:eastAsia="Times New Roman" w:cs="Times New Roman"/>
          <w:lang w:eastAsia="cs-CZ"/>
        </w:rPr>
        <w:t>ze dne 10. 1. 2020 v 10:00 hod. na den 14</w:t>
      </w:r>
      <w:r w:rsidRPr="00D2351D">
        <w:rPr>
          <w:rFonts w:eastAsia="Times New Roman" w:cs="Times New Roman"/>
          <w:lang w:eastAsia="cs-CZ"/>
        </w:rPr>
        <w:t>. 1. 2020 v 10:00 hod.</w:t>
      </w:r>
    </w:p>
    <w:p w:rsidR="0061400B" w:rsidRPr="00D2351D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61400B" w:rsidRPr="00656ED1" w:rsidRDefault="0061400B" w:rsidP="006140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56ED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656ED1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656ED1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2.2): </w:t>
      </w: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>0:00 hod. a nahrazujeme datem 14</w:t>
      </w:r>
      <w:r w:rsidRPr="00656ED1">
        <w:rPr>
          <w:rFonts w:eastAsia="Times New Roman" w:cs="Times New Roman"/>
          <w:lang w:eastAsia="cs-CZ"/>
        </w:rPr>
        <w:t>. 1. 2020 v 10:00 hod.,</w:t>
      </w:r>
      <w:r w:rsidRPr="00656ED1">
        <w:rPr>
          <w:rFonts w:eastAsia="Times New Roman" w:cs="Times New Roman"/>
          <w:b/>
          <w:lang w:eastAsia="cs-CZ"/>
        </w:rPr>
        <w:t xml:space="preserve"> </w:t>
      </w: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2.7): </w:t>
      </w: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>0:00 hod. a nahrazujeme datem 14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61400B" w:rsidRPr="00656ED1" w:rsidRDefault="0061400B" w:rsidP="0061400B">
      <w:pPr>
        <w:spacing w:after="0" w:line="240" w:lineRule="auto"/>
        <w:rPr>
          <w:rFonts w:eastAsia="Times New Roman" w:cs="Times New Roman"/>
          <w:lang w:eastAsia="cs-CZ"/>
        </w:rPr>
      </w:pPr>
    </w:p>
    <w:p w:rsidR="0061400B" w:rsidRPr="00656ED1" w:rsidRDefault="0061400B" w:rsidP="006140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61400B" w:rsidRPr="00656ED1" w:rsidRDefault="0061400B" w:rsidP="006140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61400B" w:rsidRPr="00656ED1" w:rsidRDefault="0061400B" w:rsidP="006140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1400B" w:rsidRPr="00656ED1" w:rsidRDefault="0061400B" w:rsidP="006140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Cs/>
          <w:lang w:eastAsia="cs-CZ"/>
        </w:rPr>
        <w:t>074 - 111</w:t>
      </w:r>
    </w:p>
    <w:p w:rsidR="0061400B" w:rsidRPr="00DD52AE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Pr="00DD52AE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Pr="00DD52AE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</w:p>
    <w:p w:rsidR="0061400B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Pr="00DD52AE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Pr="00DD52AE" w:rsidRDefault="0061400B" w:rsidP="0061400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ředitel odboru investičního</w:t>
      </w: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ze dne 11. 5. 2018</w:t>
      </w: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železniční dopravní cesty,</w:t>
      </w:r>
    </w:p>
    <w:p w:rsidR="0061400B" w:rsidRPr="002F22F2" w:rsidRDefault="0061400B" w:rsidP="0061400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61400B" w:rsidRPr="00393909" w:rsidRDefault="0061400B" w:rsidP="006140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04BA2" w:rsidRPr="00F24088" w:rsidRDefault="00D04BA2" w:rsidP="00792AAC">
      <w:pPr>
        <w:spacing w:line="240" w:lineRule="auto"/>
      </w:pPr>
    </w:p>
    <w:p w:rsidR="00792AAC" w:rsidRPr="005B0539" w:rsidRDefault="00792AAC" w:rsidP="00AF224B">
      <w:pPr>
        <w:spacing w:line="240" w:lineRule="auto"/>
      </w:pPr>
    </w:p>
    <w:p w:rsidR="00AF224B" w:rsidRDefault="00AF224B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AF224B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0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305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E2AF4" wp14:editId="2712A6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9B05EE" wp14:editId="033F2C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0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305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D4100B" wp14:editId="777823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6F5E2F9" wp14:editId="32115A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99C8300" wp14:editId="745A5AC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95AB6CD" wp14:editId="3823BD3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E1E287D" wp14:editId="760430E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0D4103"/>
    <w:multiLevelType w:val="hybridMultilevel"/>
    <w:tmpl w:val="84124C2C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FE25D9"/>
    <w:multiLevelType w:val="hybridMultilevel"/>
    <w:tmpl w:val="77FC78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0D2108"/>
    <w:multiLevelType w:val="hybridMultilevel"/>
    <w:tmpl w:val="AB4E4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5C87B1F"/>
    <w:multiLevelType w:val="hybridMultilevel"/>
    <w:tmpl w:val="572EF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05C18"/>
    <w:multiLevelType w:val="hybridMultilevel"/>
    <w:tmpl w:val="B9A20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>
    <w:nsid w:val="4B9F52CD"/>
    <w:multiLevelType w:val="hybridMultilevel"/>
    <w:tmpl w:val="A33810E2"/>
    <w:lvl w:ilvl="0" w:tplc="41F25E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9CA6AC4"/>
    <w:multiLevelType w:val="hybridMultilevel"/>
    <w:tmpl w:val="7EFE6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0"/>
  </w:num>
  <w:num w:numId="6">
    <w:abstractNumId w:val="9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305E"/>
    <w:rsid w:val="00207DF5"/>
    <w:rsid w:val="00267369"/>
    <w:rsid w:val="0026785D"/>
    <w:rsid w:val="002C31BF"/>
    <w:rsid w:val="002D34FE"/>
    <w:rsid w:val="002E0CD7"/>
    <w:rsid w:val="002F026B"/>
    <w:rsid w:val="00335FE5"/>
    <w:rsid w:val="00357BC6"/>
    <w:rsid w:val="0037111D"/>
    <w:rsid w:val="003756B9"/>
    <w:rsid w:val="00393909"/>
    <w:rsid w:val="003956C6"/>
    <w:rsid w:val="003E6B9A"/>
    <w:rsid w:val="003E75CE"/>
    <w:rsid w:val="0041380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400B"/>
    <w:rsid w:val="00660AD3"/>
    <w:rsid w:val="00691AC9"/>
    <w:rsid w:val="006A5570"/>
    <w:rsid w:val="006A689C"/>
    <w:rsid w:val="006B3D79"/>
    <w:rsid w:val="006E0578"/>
    <w:rsid w:val="006E314D"/>
    <w:rsid w:val="006E7F06"/>
    <w:rsid w:val="00710723"/>
    <w:rsid w:val="00723D15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46E1"/>
    <w:rsid w:val="00792AAC"/>
    <w:rsid w:val="007B570C"/>
    <w:rsid w:val="007E4A6E"/>
    <w:rsid w:val="007F56A7"/>
    <w:rsid w:val="00807DD0"/>
    <w:rsid w:val="00813F11"/>
    <w:rsid w:val="00823C64"/>
    <w:rsid w:val="00891334"/>
    <w:rsid w:val="00894181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3CD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29F"/>
    <w:rsid w:val="00AA4CBB"/>
    <w:rsid w:val="00AA65FA"/>
    <w:rsid w:val="00AA7351"/>
    <w:rsid w:val="00AD056F"/>
    <w:rsid w:val="00AD2773"/>
    <w:rsid w:val="00AD6731"/>
    <w:rsid w:val="00AE1DDE"/>
    <w:rsid w:val="00AF224B"/>
    <w:rsid w:val="00AF6A8C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75CF"/>
    <w:rsid w:val="00CB7B5A"/>
    <w:rsid w:val="00CC1E2B"/>
    <w:rsid w:val="00CD1FC4"/>
    <w:rsid w:val="00CE371D"/>
    <w:rsid w:val="00D02A4D"/>
    <w:rsid w:val="00D04BA2"/>
    <w:rsid w:val="00D21061"/>
    <w:rsid w:val="00D316A7"/>
    <w:rsid w:val="00D4108E"/>
    <w:rsid w:val="00D6163D"/>
    <w:rsid w:val="00D63009"/>
    <w:rsid w:val="00D76787"/>
    <w:rsid w:val="00D831A3"/>
    <w:rsid w:val="00D902AD"/>
    <w:rsid w:val="00D920BC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373D8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1D2192-B68F-42EC-8901-1AD6F7A5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7</Pages>
  <Words>2506</Words>
  <Characters>14791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</cp:revision>
  <cp:lastPrinted>2019-02-22T13:28:00Z</cp:lastPrinted>
  <dcterms:created xsi:type="dcterms:W3CDTF">2019-12-19T13:09:00Z</dcterms:created>
  <dcterms:modified xsi:type="dcterms:W3CDTF">2019-12-19T13:38:00Z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